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43515" w14:textId="77777777" w:rsidR="00694C80" w:rsidRPr="00D526DF" w:rsidRDefault="00694C80">
      <w:pPr>
        <w:rPr>
          <w:rFonts w:ascii="Arial" w:hAnsi="Arial" w:cs="Arial"/>
        </w:rPr>
      </w:pPr>
    </w:p>
    <w:p w14:paraId="31232FBE" w14:textId="01BB2812" w:rsidR="004E4191" w:rsidRPr="00D526DF" w:rsidRDefault="00752621" w:rsidP="004E4191">
      <w:pPr>
        <w:pStyle w:val="Title"/>
        <w:rPr>
          <w:rFonts w:ascii="Arial" w:hAnsi="Arial" w:cs="Arial"/>
          <w:color w:val="000000" w:themeColor="text1"/>
        </w:rPr>
      </w:pPr>
      <w:r w:rsidRPr="00D526DF">
        <w:rPr>
          <w:rFonts w:ascii="Arial" w:hAnsi="Arial" w:cs="Arial"/>
          <w:color w:val="000000" w:themeColor="text1"/>
        </w:rPr>
        <w:t>[</w:t>
      </w:r>
      <w:r w:rsidRPr="00D526DF">
        <w:rPr>
          <w:rFonts w:ascii="Arial" w:hAnsi="Arial" w:cs="Arial"/>
          <w:b/>
          <w:color w:val="000000" w:themeColor="text1"/>
          <w:sz w:val="24"/>
          <w:szCs w:val="24"/>
          <w:highlight w:val="yellow"/>
        </w:rPr>
        <w:t>Organization or jurisdiction</w:t>
      </w:r>
      <w:r w:rsidRPr="00D526DF">
        <w:rPr>
          <w:rFonts w:ascii="Arial" w:hAnsi="Arial" w:cs="Arial"/>
          <w:color w:val="000000" w:themeColor="text1"/>
        </w:rPr>
        <w:t>]</w:t>
      </w:r>
    </w:p>
    <w:p w14:paraId="00821F06" w14:textId="77777777" w:rsidR="003049F3" w:rsidRPr="003049F3" w:rsidRDefault="003049F3" w:rsidP="003049F3">
      <w:pPr>
        <w:pStyle w:val="Body-ListIntro"/>
        <w:rPr>
          <w:rFonts w:ascii="Arial" w:hAnsi="Arial" w:cs="Arial"/>
          <w:b/>
        </w:rPr>
      </w:pPr>
      <w:r w:rsidRPr="003049F3">
        <w:rPr>
          <w:rFonts w:ascii="Arial" w:hAnsi="Arial" w:cs="Arial"/>
          <w:b/>
        </w:rPr>
        <w:t>Thank you for providing valuable information that will help improve our elections.</w:t>
      </w:r>
    </w:p>
    <w:p w14:paraId="64C0BFA4" w14:textId="35959E9A" w:rsidR="003049F3" w:rsidRDefault="003049F3" w:rsidP="003049F3">
      <w:pPr>
        <w:pStyle w:val="Body-ListIntro"/>
        <w:rPr>
          <w:rFonts w:ascii="Arial" w:hAnsi="Arial" w:cs="Arial"/>
        </w:rPr>
      </w:pPr>
      <w:r w:rsidRPr="00D526DF">
        <w:rPr>
          <w:rFonts w:ascii="Arial" w:hAnsi="Arial" w:cs="Arial"/>
        </w:rPr>
        <w:t xml:space="preserve">We are learning about how people use </w:t>
      </w:r>
      <w:r>
        <w:rPr>
          <w:rFonts w:ascii="Arial" w:hAnsi="Arial" w:cs="Arial"/>
        </w:rPr>
        <w:t>ballots and other information</w:t>
      </w:r>
      <w:r w:rsidRPr="00D526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so we can improve them.</w:t>
      </w:r>
      <w:r w:rsidRPr="00D526DF">
        <w:rPr>
          <w:rFonts w:ascii="Arial" w:hAnsi="Arial" w:cs="Arial"/>
        </w:rPr>
        <w:t xml:space="preserve"> </w:t>
      </w:r>
    </w:p>
    <w:p w14:paraId="5547EC8F" w14:textId="3F2125BE" w:rsidR="003049F3" w:rsidRPr="00D526DF" w:rsidRDefault="003049F3" w:rsidP="003049F3">
      <w:pPr>
        <w:pStyle w:val="Body-ListIntro"/>
        <w:rPr>
          <w:rFonts w:ascii="Arial" w:hAnsi="Arial" w:cs="Arial"/>
        </w:rPr>
      </w:pPr>
      <w:r>
        <w:rPr>
          <w:rFonts w:ascii="Arial" w:hAnsi="Arial" w:cs="Arial"/>
        </w:rPr>
        <w:t>What we learned from you</w:t>
      </w:r>
      <w:r w:rsidRPr="003049F3">
        <w:rPr>
          <w:rFonts w:ascii="Arial" w:hAnsi="Arial" w:cs="Arial"/>
        </w:rPr>
        <w:t xml:space="preserve"> will be </w:t>
      </w:r>
      <w:r>
        <w:rPr>
          <w:rFonts w:ascii="Arial" w:hAnsi="Arial" w:cs="Arial"/>
        </w:rPr>
        <w:t xml:space="preserve">added to what we learned from other people. </w:t>
      </w:r>
      <w:r w:rsidR="00BC12A9">
        <w:rPr>
          <w:rFonts w:ascii="Arial" w:hAnsi="Arial" w:cs="Arial"/>
        </w:rPr>
        <w:t>You</w:t>
      </w:r>
      <w:r w:rsidRPr="003049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will not be identified i</w:t>
      </w:r>
      <w:r w:rsidRPr="003049F3">
        <w:rPr>
          <w:rFonts w:ascii="Arial" w:hAnsi="Arial" w:cs="Arial"/>
        </w:rPr>
        <w:t>n any document resulting from this</w:t>
      </w:r>
      <w:r>
        <w:rPr>
          <w:rFonts w:ascii="Arial" w:hAnsi="Arial" w:cs="Arial"/>
        </w:rPr>
        <w:t xml:space="preserve"> study.</w:t>
      </w:r>
    </w:p>
    <w:p w14:paraId="372BE970" w14:textId="2AA7389E" w:rsidR="004E4191" w:rsidRPr="00D526DF" w:rsidRDefault="004E4191" w:rsidP="004E4191">
      <w:pPr>
        <w:pStyle w:val="Body-ListIntro"/>
        <w:rPr>
          <w:rFonts w:ascii="Arial" w:hAnsi="Arial" w:cs="Arial"/>
        </w:rPr>
      </w:pPr>
      <w:r w:rsidRPr="00D526DF">
        <w:rPr>
          <w:rFonts w:ascii="Arial" w:hAnsi="Arial" w:cs="Arial"/>
        </w:rPr>
        <w:t>For more information about this project</w:t>
      </w:r>
    </w:p>
    <w:p w14:paraId="05F2F6D9" w14:textId="77777777" w:rsidR="003049F3" w:rsidRPr="003049F3" w:rsidRDefault="003049F3" w:rsidP="003049F3">
      <w:pPr>
        <w:pStyle w:val="Body-ListIntro"/>
        <w:numPr>
          <w:ilvl w:val="0"/>
          <w:numId w:val="37"/>
        </w:numPr>
        <w:rPr>
          <w:rFonts w:ascii="Arial" w:hAnsi="Arial" w:cs="Arial"/>
          <w:highlight w:val="yellow"/>
        </w:rPr>
      </w:pPr>
      <w:r w:rsidRPr="003049F3">
        <w:rPr>
          <w:rFonts w:ascii="Arial" w:hAnsi="Arial" w:cs="Arial"/>
          <w:highlight w:val="yellow"/>
        </w:rPr>
        <w:t xml:space="preserve">[person’s name, email, phone number] </w:t>
      </w:r>
    </w:p>
    <w:p w14:paraId="54F4A30B" w14:textId="77777777" w:rsidR="003049F3" w:rsidRPr="003049F3" w:rsidRDefault="003049F3" w:rsidP="003049F3">
      <w:pPr>
        <w:pStyle w:val="Body-ListIntro"/>
        <w:numPr>
          <w:ilvl w:val="0"/>
          <w:numId w:val="37"/>
        </w:numPr>
        <w:rPr>
          <w:rFonts w:ascii="Arial" w:hAnsi="Arial" w:cs="Arial"/>
          <w:highlight w:val="yellow"/>
        </w:rPr>
      </w:pPr>
      <w:r w:rsidRPr="003049F3">
        <w:rPr>
          <w:rFonts w:ascii="Arial" w:hAnsi="Arial" w:cs="Arial"/>
          <w:highlight w:val="yellow"/>
        </w:rPr>
        <w:t>[organization or jurisdiction]</w:t>
      </w:r>
    </w:p>
    <w:p w14:paraId="481FD063" w14:textId="77777777" w:rsidR="003049F3" w:rsidRPr="003049F3" w:rsidRDefault="003049F3" w:rsidP="003049F3">
      <w:pPr>
        <w:pStyle w:val="Body-ListIntro"/>
        <w:numPr>
          <w:ilvl w:val="0"/>
          <w:numId w:val="37"/>
        </w:numPr>
        <w:rPr>
          <w:rFonts w:ascii="Arial" w:hAnsi="Arial" w:cs="Arial"/>
          <w:highlight w:val="yellow"/>
        </w:rPr>
      </w:pPr>
      <w:r w:rsidRPr="003049F3">
        <w:rPr>
          <w:rFonts w:ascii="Arial" w:hAnsi="Arial" w:cs="Arial"/>
          <w:highlight w:val="yellow"/>
        </w:rPr>
        <w:t>[website]</w:t>
      </w:r>
    </w:p>
    <w:p w14:paraId="7CF65946" w14:textId="77777777" w:rsidR="003049F3" w:rsidRDefault="003049F3" w:rsidP="004E4191">
      <w:pPr>
        <w:pStyle w:val="Body-ListIntro"/>
        <w:ind w:left="180"/>
        <w:rPr>
          <w:rFonts w:ascii="Arial" w:hAnsi="Arial" w:cs="Arial"/>
        </w:rPr>
      </w:pPr>
    </w:p>
    <w:p w14:paraId="583D73F4" w14:textId="77777777" w:rsidR="003049F3" w:rsidRDefault="003049F3" w:rsidP="004E4191">
      <w:pPr>
        <w:pStyle w:val="Body-ListIntro"/>
        <w:ind w:left="180"/>
        <w:rPr>
          <w:rFonts w:ascii="Arial" w:hAnsi="Arial" w:cs="Arial"/>
        </w:rPr>
      </w:pPr>
    </w:p>
    <w:p w14:paraId="48963C7E" w14:textId="77777777" w:rsidR="003049F3" w:rsidRPr="00D526DF" w:rsidRDefault="003049F3" w:rsidP="004E4191">
      <w:pPr>
        <w:pStyle w:val="Body-ListIntro"/>
        <w:ind w:left="180"/>
        <w:rPr>
          <w:rFonts w:ascii="Arial" w:hAnsi="Arial" w:cs="Arial"/>
        </w:rPr>
      </w:pPr>
    </w:p>
    <w:p w14:paraId="763B1D3E" w14:textId="57D9CE84" w:rsidR="004E4191" w:rsidRPr="00D526DF" w:rsidRDefault="004E4191" w:rsidP="004E4191">
      <w:pPr>
        <w:pStyle w:val="Body-ListIntro"/>
        <w:rPr>
          <w:rFonts w:ascii="Arial" w:hAnsi="Arial" w:cs="Arial"/>
        </w:rPr>
      </w:pPr>
    </w:p>
    <w:p w14:paraId="30820497" w14:textId="77777777" w:rsidR="00752621" w:rsidRPr="00D526DF" w:rsidRDefault="00752621" w:rsidP="00752621">
      <w:pPr>
        <w:pStyle w:val="Title"/>
        <w:rPr>
          <w:rFonts w:ascii="Arial" w:hAnsi="Arial" w:cs="Arial"/>
          <w:color w:val="000000" w:themeColor="text1"/>
        </w:rPr>
      </w:pPr>
      <w:r w:rsidRPr="00D526DF">
        <w:rPr>
          <w:rFonts w:ascii="Arial" w:hAnsi="Arial" w:cs="Arial"/>
          <w:color w:val="000000" w:themeColor="text1"/>
        </w:rPr>
        <w:t>[</w:t>
      </w:r>
      <w:r w:rsidRPr="00FD792A">
        <w:rPr>
          <w:rFonts w:ascii="Arial" w:hAnsi="Arial" w:cs="Arial"/>
          <w:b/>
          <w:color w:val="000000" w:themeColor="text1"/>
          <w:sz w:val="24"/>
          <w:szCs w:val="24"/>
          <w:highlight w:val="yellow"/>
        </w:rPr>
        <w:t>Organization or jurisdiction</w:t>
      </w:r>
      <w:r w:rsidRPr="00D526DF">
        <w:rPr>
          <w:rFonts w:ascii="Arial" w:hAnsi="Arial" w:cs="Arial"/>
          <w:color w:val="000000" w:themeColor="text1"/>
        </w:rPr>
        <w:t>]</w:t>
      </w:r>
    </w:p>
    <w:p w14:paraId="199392D4" w14:textId="77777777" w:rsidR="003049F3" w:rsidRPr="003049F3" w:rsidRDefault="003049F3" w:rsidP="003049F3">
      <w:pPr>
        <w:pStyle w:val="Body-ListIntro"/>
        <w:rPr>
          <w:rFonts w:ascii="Arial" w:hAnsi="Arial" w:cs="Arial"/>
          <w:b/>
        </w:rPr>
      </w:pPr>
      <w:r w:rsidRPr="003049F3">
        <w:rPr>
          <w:rFonts w:ascii="Arial" w:hAnsi="Arial" w:cs="Arial"/>
          <w:b/>
        </w:rPr>
        <w:t>Thank you for providing valuable information that will help improve our elections.</w:t>
      </w:r>
    </w:p>
    <w:p w14:paraId="61E6B834" w14:textId="77777777" w:rsidR="003049F3" w:rsidRDefault="003049F3" w:rsidP="003049F3">
      <w:pPr>
        <w:pStyle w:val="Body-ListIntro"/>
        <w:rPr>
          <w:rFonts w:ascii="Arial" w:hAnsi="Arial" w:cs="Arial"/>
        </w:rPr>
      </w:pPr>
      <w:r w:rsidRPr="00D526DF">
        <w:rPr>
          <w:rFonts w:ascii="Arial" w:hAnsi="Arial" w:cs="Arial"/>
        </w:rPr>
        <w:t xml:space="preserve">We are learning about how people use </w:t>
      </w:r>
      <w:r>
        <w:rPr>
          <w:rFonts w:ascii="Arial" w:hAnsi="Arial" w:cs="Arial"/>
        </w:rPr>
        <w:t>ballots and other information</w:t>
      </w:r>
      <w:r w:rsidRPr="00D526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so we can improve them.</w:t>
      </w:r>
      <w:r w:rsidRPr="00D526DF">
        <w:rPr>
          <w:rFonts w:ascii="Arial" w:hAnsi="Arial" w:cs="Arial"/>
        </w:rPr>
        <w:t xml:space="preserve"> </w:t>
      </w:r>
    </w:p>
    <w:p w14:paraId="6B3582DF" w14:textId="052D9B4F" w:rsidR="003049F3" w:rsidRPr="00D526DF" w:rsidRDefault="003049F3" w:rsidP="003049F3">
      <w:pPr>
        <w:pStyle w:val="Body-ListIntro"/>
        <w:rPr>
          <w:rFonts w:ascii="Arial" w:hAnsi="Arial" w:cs="Arial"/>
        </w:rPr>
      </w:pPr>
      <w:r>
        <w:rPr>
          <w:rFonts w:ascii="Arial" w:hAnsi="Arial" w:cs="Arial"/>
        </w:rPr>
        <w:t>What we learned from you</w:t>
      </w:r>
      <w:r w:rsidRPr="003049F3">
        <w:rPr>
          <w:rFonts w:ascii="Arial" w:hAnsi="Arial" w:cs="Arial"/>
        </w:rPr>
        <w:t xml:space="preserve"> will be </w:t>
      </w:r>
      <w:r>
        <w:rPr>
          <w:rFonts w:ascii="Arial" w:hAnsi="Arial" w:cs="Arial"/>
        </w:rPr>
        <w:t xml:space="preserve">added to what we learned from other people. </w:t>
      </w:r>
      <w:r w:rsidR="00BC12A9">
        <w:rPr>
          <w:rFonts w:ascii="Arial" w:hAnsi="Arial" w:cs="Arial"/>
        </w:rPr>
        <w:t>You</w:t>
      </w:r>
      <w:r w:rsidRPr="003049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will not be identified i</w:t>
      </w:r>
      <w:r w:rsidRPr="003049F3">
        <w:rPr>
          <w:rFonts w:ascii="Arial" w:hAnsi="Arial" w:cs="Arial"/>
        </w:rPr>
        <w:t>n any document resulting from this</w:t>
      </w:r>
      <w:r>
        <w:rPr>
          <w:rFonts w:ascii="Arial" w:hAnsi="Arial" w:cs="Arial"/>
        </w:rPr>
        <w:t xml:space="preserve"> study.</w:t>
      </w:r>
    </w:p>
    <w:p w14:paraId="4EA7001B" w14:textId="77777777" w:rsidR="00752621" w:rsidRPr="00D526DF" w:rsidRDefault="00752621" w:rsidP="00752621">
      <w:pPr>
        <w:pStyle w:val="Body-ListIntro"/>
        <w:rPr>
          <w:rFonts w:ascii="Arial" w:hAnsi="Arial" w:cs="Arial"/>
        </w:rPr>
      </w:pPr>
      <w:r w:rsidRPr="00D526DF">
        <w:rPr>
          <w:rFonts w:ascii="Arial" w:hAnsi="Arial" w:cs="Arial"/>
        </w:rPr>
        <w:t>For more information about this project</w:t>
      </w:r>
    </w:p>
    <w:p w14:paraId="77BBF5D4" w14:textId="77777777" w:rsidR="00752621" w:rsidRPr="003049F3" w:rsidRDefault="00752621" w:rsidP="00752621">
      <w:pPr>
        <w:pStyle w:val="Body-ListIntro"/>
        <w:numPr>
          <w:ilvl w:val="0"/>
          <w:numId w:val="37"/>
        </w:numPr>
        <w:rPr>
          <w:rFonts w:ascii="Arial" w:hAnsi="Arial" w:cs="Arial"/>
          <w:highlight w:val="yellow"/>
        </w:rPr>
      </w:pPr>
      <w:r w:rsidRPr="003049F3">
        <w:rPr>
          <w:rFonts w:ascii="Arial" w:hAnsi="Arial" w:cs="Arial"/>
          <w:highlight w:val="yellow"/>
        </w:rPr>
        <w:t xml:space="preserve">[person’s name, email, phone number] </w:t>
      </w:r>
    </w:p>
    <w:p w14:paraId="00D2C70C" w14:textId="7EA7327A" w:rsidR="00752621" w:rsidRPr="003049F3" w:rsidRDefault="00752621" w:rsidP="00752621">
      <w:pPr>
        <w:pStyle w:val="Body-ListIntro"/>
        <w:numPr>
          <w:ilvl w:val="0"/>
          <w:numId w:val="37"/>
        </w:numPr>
        <w:rPr>
          <w:rFonts w:ascii="Arial" w:hAnsi="Arial" w:cs="Arial"/>
          <w:highlight w:val="yellow"/>
        </w:rPr>
      </w:pPr>
      <w:r w:rsidRPr="003049F3">
        <w:rPr>
          <w:rFonts w:ascii="Arial" w:hAnsi="Arial" w:cs="Arial"/>
          <w:highlight w:val="yellow"/>
        </w:rPr>
        <w:t>[</w:t>
      </w:r>
      <w:r w:rsidR="003049F3" w:rsidRPr="003049F3">
        <w:rPr>
          <w:rFonts w:ascii="Arial" w:hAnsi="Arial" w:cs="Arial"/>
          <w:highlight w:val="yellow"/>
        </w:rPr>
        <w:t>organization or jurisdiction]</w:t>
      </w:r>
    </w:p>
    <w:p w14:paraId="7BD940BA" w14:textId="589513EF" w:rsidR="003049F3" w:rsidRPr="003049F3" w:rsidRDefault="003049F3" w:rsidP="00752621">
      <w:pPr>
        <w:pStyle w:val="Body-ListIntro"/>
        <w:numPr>
          <w:ilvl w:val="0"/>
          <w:numId w:val="37"/>
        </w:numPr>
        <w:rPr>
          <w:rFonts w:ascii="Arial" w:hAnsi="Arial" w:cs="Arial"/>
          <w:highlight w:val="yellow"/>
        </w:rPr>
      </w:pPr>
      <w:r w:rsidRPr="003049F3">
        <w:rPr>
          <w:rFonts w:ascii="Arial" w:hAnsi="Arial" w:cs="Arial"/>
          <w:highlight w:val="yellow"/>
        </w:rPr>
        <w:t>[website]</w:t>
      </w:r>
    </w:p>
    <w:p w14:paraId="542F748C" w14:textId="77777777" w:rsidR="003B265B" w:rsidRPr="00D526DF" w:rsidRDefault="003B265B" w:rsidP="004E4191">
      <w:pPr>
        <w:pStyle w:val="Body-ListIntro"/>
        <w:rPr>
          <w:rFonts w:ascii="Arial" w:hAnsi="Arial" w:cs="Arial"/>
        </w:rPr>
      </w:pPr>
    </w:p>
    <w:p w14:paraId="30DFDC05" w14:textId="77777777" w:rsidR="004E4191" w:rsidRPr="00D526DF" w:rsidRDefault="004E4191" w:rsidP="004E4191">
      <w:pPr>
        <w:rPr>
          <w:rFonts w:ascii="Arial" w:hAnsi="Arial" w:cs="Arial"/>
        </w:rPr>
      </w:pPr>
    </w:p>
    <w:p w14:paraId="47D92ED9" w14:textId="77777777" w:rsidR="00752621" w:rsidRPr="00D526DF" w:rsidRDefault="00752621" w:rsidP="00752621">
      <w:pPr>
        <w:pStyle w:val="Title"/>
        <w:rPr>
          <w:rFonts w:ascii="Arial" w:hAnsi="Arial" w:cs="Arial"/>
        </w:rPr>
      </w:pPr>
      <w:r w:rsidRPr="00D526DF">
        <w:rPr>
          <w:rFonts w:ascii="Arial" w:hAnsi="Arial" w:cs="Arial"/>
        </w:rPr>
        <w:br w:type="column"/>
      </w:r>
    </w:p>
    <w:p w14:paraId="507DD362" w14:textId="71E7162B" w:rsidR="00752621" w:rsidRPr="00D526DF" w:rsidRDefault="00752621" w:rsidP="00752621">
      <w:pPr>
        <w:pStyle w:val="Title"/>
        <w:rPr>
          <w:rFonts w:ascii="Arial" w:hAnsi="Arial" w:cs="Arial"/>
          <w:color w:val="000000" w:themeColor="text1"/>
        </w:rPr>
      </w:pPr>
      <w:r w:rsidRPr="00D526DF">
        <w:rPr>
          <w:rFonts w:ascii="Arial" w:hAnsi="Arial" w:cs="Arial"/>
          <w:color w:val="000000" w:themeColor="text1"/>
        </w:rPr>
        <w:t>[</w:t>
      </w:r>
      <w:r w:rsidRPr="00D526DF">
        <w:rPr>
          <w:rFonts w:ascii="Arial" w:hAnsi="Arial" w:cs="Arial"/>
          <w:b/>
          <w:color w:val="000000" w:themeColor="text1"/>
          <w:sz w:val="24"/>
          <w:szCs w:val="24"/>
          <w:highlight w:val="yellow"/>
        </w:rPr>
        <w:t>Organization or jurisdiction</w:t>
      </w:r>
      <w:r w:rsidRPr="00D526DF">
        <w:rPr>
          <w:rFonts w:ascii="Arial" w:hAnsi="Arial" w:cs="Arial"/>
          <w:color w:val="000000" w:themeColor="text1"/>
        </w:rPr>
        <w:t>]</w:t>
      </w:r>
    </w:p>
    <w:p w14:paraId="4D9655C5" w14:textId="77777777" w:rsidR="003049F3" w:rsidRPr="003049F3" w:rsidRDefault="003049F3" w:rsidP="003049F3">
      <w:pPr>
        <w:pStyle w:val="Body-ListIntro"/>
        <w:rPr>
          <w:rFonts w:ascii="Arial" w:hAnsi="Arial" w:cs="Arial"/>
          <w:b/>
        </w:rPr>
      </w:pPr>
      <w:r w:rsidRPr="003049F3">
        <w:rPr>
          <w:rFonts w:ascii="Arial" w:hAnsi="Arial" w:cs="Arial"/>
          <w:b/>
        </w:rPr>
        <w:t>Thank you for providing valuable information that will help improve our elections.</w:t>
      </w:r>
    </w:p>
    <w:p w14:paraId="3B39E12A" w14:textId="77777777" w:rsidR="003049F3" w:rsidRDefault="003049F3" w:rsidP="003049F3">
      <w:pPr>
        <w:pStyle w:val="Body-ListIntro"/>
        <w:rPr>
          <w:rFonts w:ascii="Arial" w:hAnsi="Arial" w:cs="Arial"/>
        </w:rPr>
      </w:pPr>
      <w:r w:rsidRPr="00D526DF">
        <w:rPr>
          <w:rFonts w:ascii="Arial" w:hAnsi="Arial" w:cs="Arial"/>
        </w:rPr>
        <w:t xml:space="preserve">We are learning about how people use </w:t>
      </w:r>
      <w:r>
        <w:rPr>
          <w:rFonts w:ascii="Arial" w:hAnsi="Arial" w:cs="Arial"/>
        </w:rPr>
        <w:t>ballots and other information</w:t>
      </w:r>
      <w:r w:rsidRPr="00D526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so we can improve them.</w:t>
      </w:r>
      <w:r w:rsidRPr="00D526DF">
        <w:rPr>
          <w:rFonts w:ascii="Arial" w:hAnsi="Arial" w:cs="Arial"/>
        </w:rPr>
        <w:t xml:space="preserve"> </w:t>
      </w:r>
    </w:p>
    <w:p w14:paraId="367FDA4E" w14:textId="3C66ACFB" w:rsidR="003049F3" w:rsidRPr="00D526DF" w:rsidRDefault="003049F3" w:rsidP="003049F3">
      <w:pPr>
        <w:pStyle w:val="Body-ListIntro"/>
        <w:rPr>
          <w:rFonts w:ascii="Arial" w:hAnsi="Arial" w:cs="Arial"/>
        </w:rPr>
      </w:pPr>
      <w:r>
        <w:rPr>
          <w:rFonts w:ascii="Arial" w:hAnsi="Arial" w:cs="Arial"/>
        </w:rPr>
        <w:t>What we learned from you</w:t>
      </w:r>
      <w:r w:rsidRPr="003049F3">
        <w:rPr>
          <w:rFonts w:ascii="Arial" w:hAnsi="Arial" w:cs="Arial"/>
        </w:rPr>
        <w:t xml:space="preserve"> will be </w:t>
      </w:r>
      <w:r>
        <w:rPr>
          <w:rFonts w:ascii="Arial" w:hAnsi="Arial" w:cs="Arial"/>
        </w:rPr>
        <w:t xml:space="preserve">added to what we learned from other people. </w:t>
      </w:r>
      <w:r w:rsidR="00BC12A9">
        <w:rPr>
          <w:rFonts w:ascii="Arial" w:hAnsi="Arial" w:cs="Arial"/>
        </w:rPr>
        <w:t>You</w:t>
      </w:r>
      <w:r w:rsidRPr="003049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will not be identified i</w:t>
      </w:r>
      <w:r w:rsidRPr="003049F3">
        <w:rPr>
          <w:rFonts w:ascii="Arial" w:hAnsi="Arial" w:cs="Arial"/>
        </w:rPr>
        <w:t>n any document resulting from this</w:t>
      </w:r>
      <w:r>
        <w:rPr>
          <w:rFonts w:ascii="Arial" w:hAnsi="Arial" w:cs="Arial"/>
        </w:rPr>
        <w:t xml:space="preserve"> study.</w:t>
      </w:r>
    </w:p>
    <w:p w14:paraId="24FF13B6" w14:textId="77777777" w:rsidR="00752621" w:rsidRPr="00D526DF" w:rsidRDefault="00752621" w:rsidP="00752621">
      <w:pPr>
        <w:pStyle w:val="Body-ListIntro"/>
        <w:rPr>
          <w:rFonts w:ascii="Arial" w:hAnsi="Arial" w:cs="Arial"/>
        </w:rPr>
      </w:pPr>
      <w:r w:rsidRPr="00D526DF">
        <w:rPr>
          <w:rFonts w:ascii="Arial" w:hAnsi="Arial" w:cs="Arial"/>
        </w:rPr>
        <w:t>For more information about this project</w:t>
      </w:r>
    </w:p>
    <w:p w14:paraId="078A3551" w14:textId="77777777" w:rsidR="003049F3" w:rsidRPr="003049F3" w:rsidRDefault="003049F3" w:rsidP="003049F3">
      <w:pPr>
        <w:pStyle w:val="Body-ListIntro"/>
        <w:numPr>
          <w:ilvl w:val="0"/>
          <w:numId w:val="37"/>
        </w:numPr>
        <w:rPr>
          <w:rFonts w:ascii="Arial" w:hAnsi="Arial" w:cs="Arial"/>
          <w:highlight w:val="yellow"/>
        </w:rPr>
      </w:pPr>
      <w:r w:rsidRPr="003049F3">
        <w:rPr>
          <w:rFonts w:ascii="Arial" w:hAnsi="Arial" w:cs="Arial"/>
          <w:highlight w:val="yellow"/>
        </w:rPr>
        <w:t xml:space="preserve">[person’s name, email, phone number] </w:t>
      </w:r>
    </w:p>
    <w:p w14:paraId="5C2C259D" w14:textId="77777777" w:rsidR="003049F3" w:rsidRPr="003049F3" w:rsidRDefault="003049F3" w:rsidP="003049F3">
      <w:pPr>
        <w:pStyle w:val="Body-ListIntro"/>
        <w:numPr>
          <w:ilvl w:val="0"/>
          <w:numId w:val="37"/>
        </w:numPr>
        <w:rPr>
          <w:rFonts w:ascii="Arial" w:hAnsi="Arial" w:cs="Arial"/>
          <w:highlight w:val="yellow"/>
        </w:rPr>
      </w:pPr>
      <w:r w:rsidRPr="003049F3">
        <w:rPr>
          <w:rFonts w:ascii="Arial" w:hAnsi="Arial" w:cs="Arial"/>
          <w:highlight w:val="yellow"/>
        </w:rPr>
        <w:t>[organization or jurisdiction]</w:t>
      </w:r>
    </w:p>
    <w:p w14:paraId="24ABD2ED" w14:textId="77777777" w:rsidR="003049F3" w:rsidRPr="003049F3" w:rsidRDefault="003049F3" w:rsidP="003049F3">
      <w:pPr>
        <w:pStyle w:val="Body-ListIntro"/>
        <w:numPr>
          <w:ilvl w:val="0"/>
          <w:numId w:val="37"/>
        </w:numPr>
        <w:rPr>
          <w:rFonts w:ascii="Arial" w:hAnsi="Arial" w:cs="Arial"/>
          <w:highlight w:val="yellow"/>
        </w:rPr>
      </w:pPr>
      <w:r w:rsidRPr="003049F3">
        <w:rPr>
          <w:rFonts w:ascii="Arial" w:hAnsi="Arial" w:cs="Arial"/>
          <w:highlight w:val="yellow"/>
        </w:rPr>
        <w:t>[website]</w:t>
      </w:r>
    </w:p>
    <w:p w14:paraId="56FC80D9" w14:textId="77777777" w:rsidR="004E4191" w:rsidRDefault="004E4191" w:rsidP="004E4191">
      <w:pPr>
        <w:pStyle w:val="Body-ListIntro"/>
        <w:ind w:left="180"/>
        <w:rPr>
          <w:rFonts w:ascii="Arial" w:hAnsi="Arial" w:cs="Arial"/>
        </w:rPr>
      </w:pPr>
    </w:p>
    <w:p w14:paraId="469B9A58" w14:textId="77777777" w:rsidR="003049F3" w:rsidRDefault="003049F3" w:rsidP="004E4191">
      <w:pPr>
        <w:pStyle w:val="Body-ListIntro"/>
        <w:ind w:left="180"/>
        <w:rPr>
          <w:rFonts w:ascii="Arial" w:hAnsi="Arial" w:cs="Arial"/>
        </w:rPr>
      </w:pPr>
    </w:p>
    <w:p w14:paraId="5A7D0360" w14:textId="77777777" w:rsidR="003049F3" w:rsidRPr="00D526DF" w:rsidRDefault="003049F3" w:rsidP="004E4191">
      <w:pPr>
        <w:pStyle w:val="Body-ListIntro"/>
        <w:ind w:left="180"/>
        <w:rPr>
          <w:rFonts w:ascii="Arial" w:hAnsi="Arial" w:cs="Arial"/>
        </w:rPr>
      </w:pPr>
    </w:p>
    <w:p w14:paraId="7080D9AF" w14:textId="77777777" w:rsidR="004E4191" w:rsidRPr="00D526DF" w:rsidRDefault="004E4191" w:rsidP="004E4191">
      <w:pPr>
        <w:pStyle w:val="Body-ListIntro"/>
        <w:rPr>
          <w:rFonts w:ascii="Arial" w:hAnsi="Arial" w:cs="Arial"/>
        </w:rPr>
      </w:pPr>
    </w:p>
    <w:p w14:paraId="0D724C03" w14:textId="77777777" w:rsidR="00752621" w:rsidRPr="00D526DF" w:rsidRDefault="00752621" w:rsidP="00752621">
      <w:pPr>
        <w:pStyle w:val="Title"/>
        <w:rPr>
          <w:rFonts w:ascii="Arial" w:hAnsi="Arial" w:cs="Arial"/>
          <w:color w:val="000000" w:themeColor="text1"/>
        </w:rPr>
      </w:pPr>
      <w:r w:rsidRPr="00D526DF">
        <w:rPr>
          <w:rFonts w:ascii="Arial" w:hAnsi="Arial" w:cs="Arial"/>
          <w:color w:val="000000" w:themeColor="text1"/>
        </w:rPr>
        <w:t>[</w:t>
      </w:r>
      <w:r w:rsidRPr="00D526DF">
        <w:rPr>
          <w:rFonts w:ascii="Arial" w:hAnsi="Arial" w:cs="Arial"/>
          <w:b/>
          <w:color w:val="000000" w:themeColor="text1"/>
          <w:sz w:val="24"/>
          <w:szCs w:val="24"/>
          <w:highlight w:val="yellow"/>
        </w:rPr>
        <w:t>Organization or jurisdiction</w:t>
      </w:r>
      <w:r w:rsidRPr="00D526DF">
        <w:rPr>
          <w:rFonts w:ascii="Arial" w:hAnsi="Arial" w:cs="Arial"/>
          <w:color w:val="000000" w:themeColor="text1"/>
        </w:rPr>
        <w:t>]</w:t>
      </w:r>
    </w:p>
    <w:p w14:paraId="1B6555A6" w14:textId="77777777" w:rsidR="003049F3" w:rsidRPr="003049F3" w:rsidRDefault="003049F3" w:rsidP="003049F3">
      <w:pPr>
        <w:pStyle w:val="Body-ListIntro"/>
        <w:rPr>
          <w:rFonts w:ascii="Arial" w:hAnsi="Arial" w:cs="Arial"/>
          <w:b/>
        </w:rPr>
      </w:pPr>
      <w:r w:rsidRPr="003049F3">
        <w:rPr>
          <w:rFonts w:ascii="Arial" w:hAnsi="Arial" w:cs="Arial"/>
          <w:b/>
        </w:rPr>
        <w:t>Thank you for providing valuable information that will help improve our elections.</w:t>
      </w:r>
    </w:p>
    <w:p w14:paraId="7EEA98FF" w14:textId="77777777" w:rsidR="003049F3" w:rsidRDefault="003049F3" w:rsidP="003049F3">
      <w:pPr>
        <w:pStyle w:val="Body-ListIntro"/>
        <w:rPr>
          <w:rFonts w:ascii="Arial" w:hAnsi="Arial" w:cs="Arial"/>
        </w:rPr>
      </w:pPr>
      <w:r w:rsidRPr="00D526DF">
        <w:rPr>
          <w:rFonts w:ascii="Arial" w:hAnsi="Arial" w:cs="Arial"/>
        </w:rPr>
        <w:t xml:space="preserve">We are learning about how people use </w:t>
      </w:r>
      <w:r>
        <w:rPr>
          <w:rFonts w:ascii="Arial" w:hAnsi="Arial" w:cs="Arial"/>
        </w:rPr>
        <w:t>ballots and other information</w:t>
      </w:r>
      <w:r w:rsidRPr="00D526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so we can improve them.</w:t>
      </w:r>
      <w:r w:rsidRPr="00D526DF">
        <w:rPr>
          <w:rFonts w:ascii="Arial" w:hAnsi="Arial" w:cs="Arial"/>
        </w:rPr>
        <w:t xml:space="preserve"> </w:t>
      </w:r>
    </w:p>
    <w:p w14:paraId="08FC75BC" w14:textId="7689BE1B" w:rsidR="003049F3" w:rsidRPr="00D526DF" w:rsidRDefault="003049F3" w:rsidP="003049F3">
      <w:pPr>
        <w:pStyle w:val="Body-ListIntro"/>
        <w:rPr>
          <w:rFonts w:ascii="Arial" w:hAnsi="Arial" w:cs="Arial"/>
        </w:rPr>
      </w:pPr>
      <w:r>
        <w:rPr>
          <w:rFonts w:ascii="Arial" w:hAnsi="Arial" w:cs="Arial"/>
        </w:rPr>
        <w:t>What we learned from you</w:t>
      </w:r>
      <w:r w:rsidRPr="003049F3">
        <w:rPr>
          <w:rFonts w:ascii="Arial" w:hAnsi="Arial" w:cs="Arial"/>
        </w:rPr>
        <w:t xml:space="preserve"> will be </w:t>
      </w:r>
      <w:r>
        <w:rPr>
          <w:rFonts w:ascii="Arial" w:hAnsi="Arial" w:cs="Arial"/>
        </w:rPr>
        <w:t xml:space="preserve">added to what we learned from other people. </w:t>
      </w:r>
      <w:r w:rsidR="00BC12A9">
        <w:rPr>
          <w:rFonts w:ascii="Arial" w:hAnsi="Arial" w:cs="Arial"/>
        </w:rPr>
        <w:t>You</w:t>
      </w:r>
      <w:bookmarkStart w:id="0" w:name="_GoBack"/>
      <w:bookmarkEnd w:id="0"/>
      <w:r w:rsidRPr="003049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will not be identified i</w:t>
      </w:r>
      <w:r w:rsidRPr="003049F3">
        <w:rPr>
          <w:rFonts w:ascii="Arial" w:hAnsi="Arial" w:cs="Arial"/>
        </w:rPr>
        <w:t>n any document resulting from this</w:t>
      </w:r>
      <w:r>
        <w:rPr>
          <w:rFonts w:ascii="Arial" w:hAnsi="Arial" w:cs="Arial"/>
        </w:rPr>
        <w:t xml:space="preserve"> study.</w:t>
      </w:r>
    </w:p>
    <w:p w14:paraId="06D6E5F8" w14:textId="77777777" w:rsidR="00752621" w:rsidRPr="00D526DF" w:rsidRDefault="00752621" w:rsidP="00752621">
      <w:pPr>
        <w:pStyle w:val="Body-ListIntro"/>
        <w:rPr>
          <w:rFonts w:ascii="Arial" w:hAnsi="Arial" w:cs="Arial"/>
        </w:rPr>
      </w:pPr>
      <w:r w:rsidRPr="00D526DF">
        <w:rPr>
          <w:rFonts w:ascii="Arial" w:hAnsi="Arial" w:cs="Arial"/>
        </w:rPr>
        <w:t>For more information about this project</w:t>
      </w:r>
    </w:p>
    <w:p w14:paraId="6EC78E3C" w14:textId="77777777" w:rsidR="003049F3" w:rsidRPr="003049F3" w:rsidRDefault="003049F3" w:rsidP="003049F3">
      <w:pPr>
        <w:pStyle w:val="Body-ListIntro"/>
        <w:numPr>
          <w:ilvl w:val="0"/>
          <w:numId w:val="37"/>
        </w:numPr>
        <w:rPr>
          <w:rFonts w:ascii="Arial" w:hAnsi="Arial" w:cs="Arial"/>
          <w:highlight w:val="yellow"/>
        </w:rPr>
      </w:pPr>
      <w:r w:rsidRPr="003049F3">
        <w:rPr>
          <w:rFonts w:ascii="Arial" w:hAnsi="Arial" w:cs="Arial"/>
          <w:highlight w:val="yellow"/>
        </w:rPr>
        <w:t xml:space="preserve">[person’s name, email, phone number] </w:t>
      </w:r>
    </w:p>
    <w:p w14:paraId="78A88037" w14:textId="77777777" w:rsidR="003049F3" w:rsidRPr="003049F3" w:rsidRDefault="003049F3" w:rsidP="003049F3">
      <w:pPr>
        <w:pStyle w:val="Body-ListIntro"/>
        <w:numPr>
          <w:ilvl w:val="0"/>
          <w:numId w:val="37"/>
        </w:numPr>
        <w:rPr>
          <w:rFonts w:ascii="Arial" w:hAnsi="Arial" w:cs="Arial"/>
          <w:highlight w:val="yellow"/>
        </w:rPr>
      </w:pPr>
      <w:r w:rsidRPr="003049F3">
        <w:rPr>
          <w:rFonts w:ascii="Arial" w:hAnsi="Arial" w:cs="Arial"/>
          <w:highlight w:val="yellow"/>
        </w:rPr>
        <w:t>[organization or jurisdiction]</w:t>
      </w:r>
    </w:p>
    <w:p w14:paraId="734BB7E3" w14:textId="77777777" w:rsidR="003049F3" w:rsidRPr="003049F3" w:rsidRDefault="003049F3" w:rsidP="003049F3">
      <w:pPr>
        <w:pStyle w:val="Body-ListIntro"/>
        <w:numPr>
          <w:ilvl w:val="0"/>
          <w:numId w:val="37"/>
        </w:numPr>
        <w:rPr>
          <w:rFonts w:ascii="Arial" w:hAnsi="Arial" w:cs="Arial"/>
          <w:highlight w:val="yellow"/>
        </w:rPr>
      </w:pPr>
      <w:r w:rsidRPr="003049F3">
        <w:rPr>
          <w:rFonts w:ascii="Arial" w:hAnsi="Arial" w:cs="Arial"/>
          <w:highlight w:val="yellow"/>
        </w:rPr>
        <w:t>[website]</w:t>
      </w:r>
    </w:p>
    <w:p w14:paraId="3EA484C3" w14:textId="77777777" w:rsidR="004E4191" w:rsidRPr="00D526DF" w:rsidRDefault="004E4191" w:rsidP="004E4191">
      <w:pPr>
        <w:pStyle w:val="Body-ListIntro"/>
        <w:rPr>
          <w:rFonts w:ascii="Arial" w:hAnsi="Arial" w:cs="Arial"/>
        </w:rPr>
      </w:pPr>
    </w:p>
    <w:p w14:paraId="3BD73C55" w14:textId="73739603" w:rsidR="004E4191" w:rsidRPr="00D526DF" w:rsidRDefault="004E4191" w:rsidP="004E4191">
      <w:pPr>
        <w:pStyle w:val="Body-ListIntro"/>
        <w:rPr>
          <w:rFonts w:ascii="Arial" w:hAnsi="Arial" w:cs="Arial"/>
        </w:rPr>
      </w:pPr>
      <w:r w:rsidRPr="00D526DF">
        <w:rPr>
          <w:rFonts w:ascii="Arial" w:hAnsi="Arial" w:cs="Arial"/>
        </w:rPr>
        <w:br/>
      </w:r>
    </w:p>
    <w:sectPr w:rsidR="004E4191" w:rsidRPr="00D526DF" w:rsidSect="009B011E">
      <w:footerReference w:type="even" r:id="rId7"/>
      <w:footerReference w:type="default" r:id="rId8"/>
      <w:type w:val="continuous"/>
      <w:pgSz w:w="12240" w:h="15840"/>
      <w:pgMar w:top="576" w:right="720" w:bottom="792" w:left="720" w:header="720" w:footer="720" w:gutter="0"/>
      <w:cols w:num="2" w:space="10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139AAA" w14:textId="77777777" w:rsidR="000811DA" w:rsidRDefault="000811DA">
      <w:r>
        <w:separator/>
      </w:r>
    </w:p>
  </w:endnote>
  <w:endnote w:type="continuationSeparator" w:id="0">
    <w:p w14:paraId="69FFC3B9" w14:textId="77777777" w:rsidR="000811DA" w:rsidRDefault="00081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@ヒラギノ角ゴ Pro W3">
    <w:charset w:val="80"/>
    <w:family w:val="auto"/>
    <w:pitch w:val="variable"/>
    <w:sig w:usb0="E00002FF" w:usb1="7AC7FFFF" w:usb2="00000012" w:usb3="00000000" w:csb0="0002000D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venir LT Std 95 Black">
    <w:panose1 w:val="020B0803020203020204"/>
    <w:charset w:val="00"/>
    <w:family w:val="auto"/>
    <w:pitch w:val="variable"/>
    <w:sig w:usb0="800000AF" w:usb1="4000204A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venir LT Std 45 Book">
    <w:panose1 w:val="020B0502020203020204"/>
    <w:charset w:val="00"/>
    <w:family w:val="auto"/>
    <w:pitch w:val="variable"/>
    <w:sig w:usb0="800000AF" w:usb1="4000204A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LT Std 85 Heavy">
    <w:panose1 w:val="020B0703020203020204"/>
    <w:charset w:val="00"/>
    <w:family w:val="auto"/>
    <w:pitch w:val="variable"/>
    <w:sig w:usb0="800000AF" w:usb1="4000204A" w:usb2="00000000" w:usb3="00000000" w:csb0="00000001" w:csb1="00000000"/>
  </w:font>
  <w:font w:name="Avenir LT Std 55 Roman">
    <w:panose1 w:val="020B0503020203020204"/>
    <w:charset w:val="00"/>
    <w:family w:val="auto"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Avenir LT Std 35 Light">
    <w:panose1 w:val="020B0402020203020204"/>
    <w:charset w:val="00"/>
    <w:family w:val="auto"/>
    <w:pitch w:val="variable"/>
    <w:sig w:usb0="800000AF" w:usb1="4000204A" w:usb2="00000000" w:usb3="00000000" w:csb0="00000001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F96948" w14:textId="77777777" w:rsidR="0087571D" w:rsidRDefault="0087571D" w:rsidP="009F0731">
    <w:pPr>
      <w:pStyle w:val="Footer"/>
      <w:framePr w:wrap="around" w:vAnchor="text" w:hAnchor="margin" w:xAlign="right" w:y="1"/>
      <w:rPr>
        <w:rStyle w:val="PageNumber"/>
        <w:rFonts w:asciiTheme="minorHAnsi" w:eastAsiaTheme="minorEastAsia" w:hAnsiTheme="minorHAnsi" w:cstheme="minorBidi"/>
        <w:color w:val="auto"/>
        <w:sz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34489CF0" w14:textId="77777777" w:rsidR="0087571D" w:rsidRDefault="0087571D" w:rsidP="0087571D">
    <w:pPr>
      <w:pStyle w:val="Header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85295B" w14:textId="050EAE68" w:rsidR="0087571D" w:rsidRPr="00D526DF" w:rsidRDefault="00D526DF" w:rsidP="00D526DF">
    <w:pPr>
      <w:pStyle w:val="HeaderFooter"/>
      <w:jc w:val="center"/>
      <w:rPr>
        <w:rFonts w:ascii="Arial" w:hAnsi="Arial" w:cs="Arial"/>
        <w:b w:val="0"/>
        <w:color w:val="000000" w:themeColor="text1"/>
        <w:sz w:val="22"/>
        <w:szCs w:val="22"/>
      </w:rPr>
    </w:pPr>
    <w:r w:rsidRPr="00D526DF">
      <w:rPr>
        <w:rFonts w:ascii="Arial" w:hAnsi="Arial" w:cs="Arial"/>
        <w:b w:val="0"/>
        <w:color w:val="000000" w:themeColor="text1"/>
        <w:sz w:val="22"/>
        <w:szCs w:val="22"/>
      </w:rPr>
      <w:t>www.electiontools.org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9FD001" w14:textId="77777777" w:rsidR="000811DA" w:rsidRDefault="000811DA">
      <w:r>
        <w:separator/>
      </w:r>
    </w:p>
  </w:footnote>
  <w:footnote w:type="continuationSeparator" w:id="0">
    <w:p w14:paraId="3688753F" w14:textId="77777777" w:rsidR="000811DA" w:rsidRDefault="000811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9D8CB3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5D6F8C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F86AB19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A686CD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72BCF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5E287B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A8A4109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372E2B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D102C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CAAC0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7E667D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DA47F81"/>
    <w:multiLevelType w:val="hybridMultilevel"/>
    <w:tmpl w:val="8F2C1D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8522477"/>
    <w:multiLevelType w:val="hybridMultilevel"/>
    <w:tmpl w:val="37F62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9D4AF8"/>
    <w:multiLevelType w:val="hybridMultilevel"/>
    <w:tmpl w:val="FA02D5E8"/>
    <w:lvl w:ilvl="0" w:tplc="B6A8D0E8">
      <w:start w:val="1"/>
      <w:numFmt w:val="bullet"/>
      <w:pStyle w:val="Body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A43310A"/>
    <w:multiLevelType w:val="hybridMultilevel"/>
    <w:tmpl w:val="1B54D69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0354F14"/>
    <w:multiLevelType w:val="hybridMultilevel"/>
    <w:tmpl w:val="4A8C5738"/>
    <w:lvl w:ilvl="0" w:tplc="8A5C55CE">
      <w:start w:val="1"/>
      <w:numFmt w:val="bullet"/>
      <w:pStyle w:val="ListBullet1"/>
      <w:lvlText w:val="•"/>
      <w:lvlJc w:val="left"/>
      <w:pPr>
        <w:ind w:left="1440" w:hanging="360"/>
      </w:pPr>
      <w:rPr>
        <w:rFonts w:ascii="@ヒラギノ角ゴ Pro W3" w:hAnsi="@ヒラギノ角ゴ Pro W3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9097F73"/>
    <w:multiLevelType w:val="hybridMultilevel"/>
    <w:tmpl w:val="FD58C0C6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6334EA"/>
    <w:multiLevelType w:val="hybridMultilevel"/>
    <w:tmpl w:val="7B9A6848"/>
    <w:lvl w:ilvl="0" w:tplc="A4F83184">
      <w:start w:val="1"/>
      <w:numFmt w:val="bullet"/>
      <w:lvlText w:val=""/>
      <w:lvlJc w:val="left"/>
      <w:pPr>
        <w:ind w:left="1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D067CCB"/>
    <w:multiLevelType w:val="hybridMultilevel"/>
    <w:tmpl w:val="ADC01EA0"/>
    <w:lvl w:ilvl="0" w:tplc="A4F83184">
      <w:start w:val="1"/>
      <w:numFmt w:val="bullet"/>
      <w:lvlText w:val=""/>
      <w:lvlJc w:val="left"/>
      <w:pPr>
        <w:ind w:left="-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9">
    <w:nsid w:val="32024559"/>
    <w:multiLevelType w:val="hybridMultilevel"/>
    <w:tmpl w:val="C8503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725A97"/>
    <w:multiLevelType w:val="hybridMultilevel"/>
    <w:tmpl w:val="4DA65FA6"/>
    <w:lvl w:ilvl="0" w:tplc="B8A62EA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58DA5B2D"/>
    <w:multiLevelType w:val="hybridMultilevel"/>
    <w:tmpl w:val="7132F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C00D01"/>
    <w:multiLevelType w:val="hybridMultilevel"/>
    <w:tmpl w:val="3BFA3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D82A77"/>
    <w:multiLevelType w:val="hybridMultilevel"/>
    <w:tmpl w:val="804690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7476DCF"/>
    <w:multiLevelType w:val="hybridMultilevel"/>
    <w:tmpl w:val="F258A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59496A"/>
    <w:multiLevelType w:val="hybridMultilevel"/>
    <w:tmpl w:val="34BA36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2A624F8"/>
    <w:multiLevelType w:val="hybridMultilevel"/>
    <w:tmpl w:val="D5F012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DC82FF4"/>
    <w:multiLevelType w:val="hybridMultilevel"/>
    <w:tmpl w:val="E01C2C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7"/>
  </w:num>
  <w:num w:numId="13">
    <w:abstractNumId w:val="13"/>
  </w:num>
  <w:num w:numId="14">
    <w:abstractNumId w:val="20"/>
  </w:num>
  <w:num w:numId="15">
    <w:abstractNumId w:val="11"/>
  </w:num>
  <w:num w:numId="16">
    <w:abstractNumId w:val="16"/>
  </w:num>
  <w:num w:numId="17">
    <w:abstractNumId w:val="15"/>
  </w:num>
  <w:num w:numId="18">
    <w:abstractNumId w:val="13"/>
  </w:num>
  <w:num w:numId="19">
    <w:abstractNumId w:val="24"/>
  </w:num>
  <w:num w:numId="20">
    <w:abstractNumId w:val="22"/>
  </w:num>
  <w:num w:numId="21">
    <w:abstractNumId w:val="19"/>
  </w:num>
  <w:num w:numId="22">
    <w:abstractNumId w:val="21"/>
  </w:num>
  <w:num w:numId="23">
    <w:abstractNumId w:val="13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25"/>
  </w:num>
  <w:num w:numId="29">
    <w:abstractNumId w:val="13"/>
  </w:num>
  <w:num w:numId="30">
    <w:abstractNumId w:val="13"/>
  </w:num>
  <w:num w:numId="31">
    <w:abstractNumId w:val="23"/>
  </w:num>
  <w:num w:numId="32">
    <w:abstractNumId w:val="13"/>
  </w:num>
  <w:num w:numId="33">
    <w:abstractNumId w:val="14"/>
  </w:num>
  <w:num w:numId="34">
    <w:abstractNumId w:val="26"/>
  </w:num>
  <w:num w:numId="35">
    <w:abstractNumId w:val="18"/>
  </w:num>
  <w:num w:numId="36">
    <w:abstractNumId w:val="17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80"/>
    <w:rsid w:val="00012863"/>
    <w:rsid w:val="00017553"/>
    <w:rsid w:val="00035606"/>
    <w:rsid w:val="00035AC1"/>
    <w:rsid w:val="0004382C"/>
    <w:rsid w:val="000563FA"/>
    <w:rsid w:val="00070D47"/>
    <w:rsid w:val="00076459"/>
    <w:rsid w:val="000811DA"/>
    <w:rsid w:val="00087194"/>
    <w:rsid w:val="00094BB3"/>
    <w:rsid w:val="000B5B60"/>
    <w:rsid w:val="000B6E3A"/>
    <w:rsid w:val="000E72B7"/>
    <w:rsid w:val="000F58D9"/>
    <w:rsid w:val="00120E30"/>
    <w:rsid w:val="001271D6"/>
    <w:rsid w:val="00135082"/>
    <w:rsid w:val="001357C7"/>
    <w:rsid w:val="00142CD9"/>
    <w:rsid w:val="00144780"/>
    <w:rsid w:val="00162D9E"/>
    <w:rsid w:val="001734E6"/>
    <w:rsid w:val="001A0FF1"/>
    <w:rsid w:val="001B2A00"/>
    <w:rsid w:val="001C7515"/>
    <w:rsid w:val="001E1389"/>
    <w:rsid w:val="002611C5"/>
    <w:rsid w:val="0026706C"/>
    <w:rsid w:val="002D30FC"/>
    <w:rsid w:val="002E319D"/>
    <w:rsid w:val="00301FF6"/>
    <w:rsid w:val="003049F3"/>
    <w:rsid w:val="0030638C"/>
    <w:rsid w:val="003326BE"/>
    <w:rsid w:val="0037450B"/>
    <w:rsid w:val="003848CF"/>
    <w:rsid w:val="0039655C"/>
    <w:rsid w:val="003B265B"/>
    <w:rsid w:val="003D4F3A"/>
    <w:rsid w:val="003E753E"/>
    <w:rsid w:val="003F3596"/>
    <w:rsid w:val="003F60DB"/>
    <w:rsid w:val="00447DDA"/>
    <w:rsid w:val="0045192E"/>
    <w:rsid w:val="004768C1"/>
    <w:rsid w:val="004835AA"/>
    <w:rsid w:val="004A5D81"/>
    <w:rsid w:val="004B1108"/>
    <w:rsid w:val="004C3E0B"/>
    <w:rsid w:val="004E3CD7"/>
    <w:rsid w:val="004E4191"/>
    <w:rsid w:val="004E5653"/>
    <w:rsid w:val="004E5A71"/>
    <w:rsid w:val="004F73FA"/>
    <w:rsid w:val="00501738"/>
    <w:rsid w:val="005119F2"/>
    <w:rsid w:val="0054343C"/>
    <w:rsid w:val="00546931"/>
    <w:rsid w:val="00554A5F"/>
    <w:rsid w:val="00576D22"/>
    <w:rsid w:val="005E06D5"/>
    <w:rsid w:val="005E2FB9"/>
    <w:rsid w:val="005F3302"/>
    <w:rsid w:val="00605D9A"/>
    <w:rsid w:val="006246E1"/>
    <w:rsid w:val="00657272"/>
    <w:rsid w:val="006922AA"/>
    <w:rsid w:val="00694C80"/>
    <w:rsid w:val="006B1242"/>
    <w:rsid w:val="006C03E4"/>
    <w:rsid w:val="006D3767"/>
    <w:rsid w:val="006D5297"/>
    <w:rsid w:val="00752621"/>
    <w:rsid w:val="0078537A"/>
    <w:rsid w:val="007B2709"/>
    <w:rsid w:val="007B4EAB"/>
    <w:rsid w:val="007F312E"/>
    <w:rsid w:val="00816B3E"/>
    <w:rsid w:val="00872046"/>
    <w:rsid w:val="0087571D"/>
    <w:rsid w:val="008B351B"/>
    <w:rsid w:val="008B7E51"/>
    <w:rsid w:val="008C1AB5"/>
    <w:rsid w:val="008C5624"/>
    <w:rsid w:val="008D4AF4"/>
    <w:rsid w:val="008F5533"/>
    <w:rsid w:val="009078E4"/>
    <w:rsid w:val="009231EA"/>
    <w:rsid w:val="009864A1"/>
    <w:rsid w:val="00987634"/>
    <w:rsid w:val="009957C9"/>
    <w:rsid w:val="009A2AC5"/>
    <w:rsid w:val="009B011E"/>
    <w:rsid w:val="009C60CB"/>
    <w:rsid w:val="009E4920"/>
    <w:rsid w:val="009F0731"/>
    <w:rsid w:val="00A05FE5"/>
    <w:rsid w:val="00A24B0D"/>
    <w:rsid w:val="00A4613F"/>
    <w:rsid w:val="00A5559E"/>
    <w:rsid w:val="00AA0ED8"/>
    <w:rsid w:val="00AA4F1D"/>
    <w:rsid w:val="00AC40C5"/>
    <w:rsid w:val="00AD04BD"/>
    <w:rsid w:val="00AF4430"/>
    <w:rsid w:val="00AF77DC"/>
    <w:rsid w:val="00B062C5"/>
    <w:rsid w:val="00B34E54"/>
    <w:rsid w:val="00B66C34"/>
    <w:rsid w:val="00B7217B"/>
    <w:rsid w:val="00B8272E"/>
    <w:rsid w:val="00B965EE"/>
    <w:rsid w:val="00BC12A9"/>
    <w:rsid w:val="00BD69D7"/>
    <w:rsid w:val="00C249F2"/>
    <w:rsid w:val="00C374C1"/>
    <w:rsid w:val="00C40DEE"/>
    <w:rsid w:val="00C67C4C"/>
    <w:rsid w:val="00C73138"/>
    <w:rsid w:val="00C84230"/>
    <w:rsid w:val="00CB3F6A"/>
    <w:rsid w:val="00CC64FF"/>
    <w:rsid w:val="00CD759D"/>
    <w:rsid w:val="00CE2515"/>
    <w:rsid w:val="00CF5E1E"/>
    <w:rsid w:val="00D47923"/>
    <w:rsid w:val="00D51F81"/>
    <w:rsid w:val="00D526DF"/>
    <w:rsid w:val="00DA61E5"/>
    <w:rsid w:val="00DB246D"/>
    <w:rsid w:val="00DC08AA"/>
    <w:rsid w:val="00DD45F0"/>
    <w:rsid w:val="00DD5347"/>
    <w:rsid w:val="00DD5435"/>
    <w:rsid w:val="00DE4C09"/>
    <w:rsid w:val="00DF6DD5"/>
    <w:rsid w:val="00E07137"/>
    <w:rsid w:val="00E1720E"/>
    <w:rsid w:val="00E20221"/>
    <w:rsid w:val="00E2793E"/>
    <w:rsid w:val="00E464C7"/>
    <w:rsid w:val="00E467F7"/>
    <w:rsid w:val="00E77E7E"/>
    <w:rsid w:val="00EB7031"/>
    <w:rsid w:val="00EF4AB0"/>
    <w:rsid w:val="00EF6385"/>
    <w:rsid w:val="00F31A4B"/>
    <w:rsid w:val="00F476A2"/>
    <w:rsid w:val="00F74B7D"/>
    <w:rsid w:val="00F85A21"/>
    <w:rsid w:val="00FA1B4C"/>
    <w:rsid w:val="00FA7AFD"/>
    <w:rsid w:val="00FB461A"/>
    <w:rsid w:val="00FC184E"/>
    <w:rsid w:val="00FC405E"/>
    <w:rsid w:val="00FD792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6E2C8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82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45192E"/>
  </w:style>
  <w:style w:type="paragraph" w:styleId="Heading1">
    <w:name w:val="heading 1"/>
    <w:basedOn w:val="Normal"/>
    <w:next w:val="BodyText"/>
    <w:link w:val="Heading1Char"/>
    <w:uiPriority w:val="9"/>
    <w:qFormat/>
    <w:rsid w:val="00694C80"/>
    <w:pPr>
      <w:keepNext/>
      <w:keepLines/>
      <w:pageBreakBefore/>
      <w:spacing w:before="480" w:after="160" w:line="300" w:lineRule="atLeast"/>
      <w:outlineLvl w:val="0"/>
    </w:pPr>
    <w:rPr>
      <w:rFonts w:ascii="Avenir LT Std 95 Black" w:eastAsiaTheme="majorEastAsia" w:hAnsi="Avenir LT Std 95 Black" w:cstheme="majorBidi"/>
      <w:bCs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51F81"/>
    <w:pPr>
      <w:tabs>
        <w:tab w:val="left" w:pos="10800"/>
      </w:tabs>
      <w:spacing w:before="240" w:line="276" w:lineRule="auto"/>
      <w:ind w:left="720"/>
      <w:outlineLvl w:val="1"/>
    </w:pPr>
    <w:rPr>
      <w:rFonts w:ascii="Avenir LT Std 95 Black" w:eastAsia="Times New Roman" w:hAnsi="Avenir LT Std 95 Black" w:cs="Times New Roman"/>
      <w:color w:val="404040" w:themeColor="text1" w:themeTint="BF"/>
      <w:sz w:val="28"/>
    </w:rPr>
  </w:style>
  <w:style w:type="paragraph" w:styleId="Heading3">
    <w:name w:val="heading 3"/>
    <w:basedOn w:val="BodyText"/>
    <w:next w:val="BodyText"/>
    <w:link w:val="Heading3Char"/>
    <w:uiPriority w:val="9"/>
    <w:unhideWhenUsed/>
    <w:qFormat/>
    <w:rsid w:val="004768C1"/>
    <w:pPr>
      <w:spacing w:before="240" w:after="60"/>
      <w:outlineLvl w:val="2"/>
    </w:pPr>
    <w:rPr>
      <w:rFonts w:ascii="Avenir LT Std 95 Black" w:hAnsi="Avenir LT Std 95 Black"/>
      <w:color w:val="17365D" w:themeColor="text2" w:themeShade="BF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0588"/>
    <w:pPr>
      <w:keepNext/>
      <w:keepLines/>
      <w:spacing w:before="200"/>
      <w:ind w:left="720"/>
      <w:outlineLvl w:val="3"/>
    </w:pPr>
    <w:rPr>
      <w:rFonts w:ascii="Avenir LT Std 45 Book" w:eastAsiaTheme="majorEastAsia" w:hAnsi="Avenir LT Std 45 Book" w:cstheme="majorBidi"/>
      <w:b/>
      <w:bCs/>
      <w:iCs/>
      <w:color w:val="404040" w:themeColor="text1" w:themeTint="B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styleId="Title">
    <w:name w:val="Title"/>
    <w:basedOn w:val="Normal"/>
    <w:next w:val="BodyText"/>
    <w:link w:val="TitleChar"/>
    <w:uiPriority w:val="10"/>
    <w:qFormat/>
    <w:rsid w:val="004E4191"/>
    <w:pPr>
      <w:pBdr>
        <w:bottom w:val="single" w:sz="8" w:space="4" w:color="4F81BD" w:themeColor="accent1"/>
      </w:pBdr>
      <w:spacing w:after="300"/>
      <w:contextualSpacing/>
    </w:pPr>
    <w:rPr>
      <w:rFonts w:ascii="Avenir LT Std 85 Heavy" w:eastAsiaTheme="majorEastAsia" w:hAnsi="Avenir LT Std 85 Heavy" w:cstheme="majorBidi"/>
      <w:color w:val="365F91" w:themeColor="accent1" w:themeShade="BF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4E4191"/>
    <w:rPr>
      <w:rFonts w:ascii="Avenir LT Std 85 Heavy" w:eastAsiaTheme="majorEastAsia" w:hAnsi="Avenir LT Std 85 Heavy" w:cstheme="majorBidi"/>
      <w:color w:val="365F91" w:themeColor="accent1" w:themeShade="BF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694C80"/>
    <w:rPr>
      <w:rFonts w:ascii="Avenir LT Std 95 Black" w:eastAsiaTheme="majorEastAsia" w:hAnsi="Avenir LT Std 95 Black" w:cstheme="majorBidi"/>
      <w:bCs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1F81"/>
    <w:rPr>
      <w:rFonts w:ascii="Avenir LT Std 95 Black" w:eastAsia="Times New Roman" w:hAnsi="Avenir LT Std 95 Black" w:cs="Times New Roman"/>
      <w:color w:val="404040" w:themeColor="text1" w:themeTint="BF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768C1"/>
    <w:rPr>
      <w:rFonts w:ascii="Avenir LT Std 95 Black" w:eastAsia="Times New Roman" w:hAnsi="Avenir LT Std 95 Black" w:cs="Times New Roman"/>
      <w:color w:val="17365D" w:themeColor="text2" w:themeShade="BF"/>
      <w:szCs w:val="22"/>
    </w:rPr>
  </w:style>
  <w:style w:type="paragraph" w:customStyle="1" w:styleId="Body-ListIntro">
    <w:name w:val="Body-ListIntro"/>
    <w:basedOn w:val="BodyText"/>
    <w:rsid w:val="004E4191"/>
    <w:pPr>
      <w:spacing w:after="120"/>
      <w:ind w:left="0"/>
    </w:pPr>
  </w:style>
  <w:style w:type="paragraph" w:styleId="BodyText">
    <w:name w:val="Body Text"/>
    <w:basedOn w:val="Normal"/>
    <w:link w:val="BodyTextChar"/>
    <w:uiPriority w:val="99"/>
    <w:unhideWhenUsed/>
    <w:rsid w:val="00694C80"/>
    <w:pPr>
      <w:tabs>
        <w:tab w:val="left" w:pos="10800"/>
      </w:tabs>
      <w:spacing w:after="260" w:line="276" w:lineRule="auto"/>
      <w:ind w:left="720"/>
    </w:pPr>
    <w:rPr>
      <w:rFonts w:ascii="Avenir LT Std 55 Roman" w:eastAsia="Times New Roman" w:hAnsi="Avenir LT Std 55 Roman" w:cs="Times New Roman"/>
      <w:color w:val="000000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694C80"/>
    <w:rPr>
      <w:rFonts w:ascii="Avenir LT Std 55 Roman" w:eastAsia="Times New Roman" w:hAnsi="Avenir LT Std 55 Roman" w:cs="Times New Roman"/>
      <w:color w:val="000000"/>
      <w:sz w:val="22"/>
      <w:szCs w:val="22"/>
    </w:rPr>
  </w:style>
  <w:style w:type="paragraph" w:customStyle="1" w:styleId="Title-ReportTitle">
    <w:name w:val="Title-Report Title"/>
    <w:basedOn w:val="Normal"/>
    <w:next w:val="BodyText"/>
    <w:qFormat/>
    <w:rsid w:val="00694C80"/>
    <w:rPr>
      <w:rFonts w:ascii="Avenir LT Std 45 Book" w:eastAsiaTheme="majorEastAsia" w:hAnsi="Avenir LT Std 45 Book" w:cstheme="majorBidi"/>
      <w:b/>
      <w:color w:val="183A63" w:themeColor="text2" w:themeShade="CC"/>
      <w:spacing w:val="5"/>
      <w:sz w:val="44"/>
      <w:szCs w:val="44"/>
    </w:rPr>
  </w:style>
  <w:style w:type="paragraph" w:customStyle="1" w:styleId="Title-Subhead">
    <w:name w:val="Title-Subhead"/>
    <w:basedOn w:val="Normal"/>
    <w:qFormat/>
    <w:rsid w:val="009F0731"/>
    <w:rPr>
      <w:rFonts w:ascii="Avenir LT Std 45 Book" w:hAnsi="Avenir LT Std 45 Book"/>
      <w:szCs w:val="28"/>
    </w:rPr>
  </w:style>
  <w:style w:type="paragraph" w:customStyle="1" w:styleId="Intro">
    <w:name w:val="Intro"/>
    <w:basedOn w:val="Normal"/>
    <w:qFormat/>
    <w:rsid w:val="00FF511B"/>
    <w:pPr>
      <w:tabs>
        <w:tab w:val="left" w:pos="10800"/>
      </w:tabs>
      <w:spacing w:after="260" w:line="276" w:lineRule="auto"/>
      <w:ind w:left="720"/>
    </w:pPr>
    <w:rPr>
      <w:rFonts w:ascii="Calibri" w:eastAsia="新細明體" w:hAnsi="Calibri" w:cs="Times New Roman"/>
      <w:bCs/>
      <w:color w:val="345A8A"/>
      <w:sz w:val="32"/>
      <w:szCs w:val="32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Bullets">
    <w:name w:val="Body Bullets"/>
    <w:basedOn w:val="Normal"/>
    <w:qFormat/>
    <w:rsid w:val="002F0588"/>
    <w:pPr>
      <w:keepLines/>
      <w:numPr>
        <w:numId w:val="13"/>
      </w:numPr>
      <w:spacing w:after="140" w:line="264" w:lineRule="auto"/>
      <w:ind w:right="360"/>
      <w:contextualSpacing/>
    </w:pPr>
    <w:rPr>
      <w:rFonts w:ascii="Avenir LT Std 45 Book" w:eastAsia="Times New Roman" w:hAnsi="Avenir LT Std 45 Book" w:cs="Times New Roman"/>
      <w:color w:val="000000"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0588"/>
    <w:rPr>
      <w:rFonts w:ascii="Avenir LT Std 45 Book" w:eastAsiaTheme="majorEastAsia" w:hAnsi="Avenir LT Std 45 Book" w:cstheme="majorBidi"/>
      <w:b/>
      <w:bCs/>
      <w:iCs/>
      <w:color w:val="404040" w:themeColor="text1" w:themeTint="BF"/>
      <w:sz w:val="22"/>
    </w:rPr>
  </w:style>
  <w:style w:type="paragraph" w:customStyle="1" w:styleId="Body-Table">
    <w:name w:val="Body-Table"/>
    <w:basedOn w:val="Normal"/>
    <w:qFormat/>
    <w:rsid w:val="002F0588"/>
    <w:pPr>
      <w:keepLines/>
      <w:spacing w:after="120" w:line="264" w:lineRule="auto"/>
    </w:pPr>
    <w:rPr>
      <w:rFonts w:ascii="Avenir LT Std 45 Book" w:eastAsia="Times New Roman" w:hAnsi="Avenir LT Std 45 Book" w:cs="Times New Roman"/>
      <w:color w:val="000000"/>
      <w:sz w:val="20"/>
      <w:szCs w:val="20"/>
    </w:rPr>
  </w:style>
  <w:style w:type="paragraph" w:customStyle="1" w:styleId="Body-TableHead">
    <w:name w:val="Body-TableHead"/>
    <w:basedOn w:val="Normal"/>
    <w:qFormat/>
    <w:rsid w:val="000563FA"/>
    <w:pPr>
      <w:keepLines/>
      <w:spacing w:after="60"/>
    </w:pPr>
    <w:rPr>
      <w:rFonts w:ascii="Avenir LT Std 95 Black" w:eastAsia="Times New Roman" w:hAnsi="Avenir LT Std 95 Black" w:cs="Times New Roman"/>
      <w:color w:val="000000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2F0588"/>
    <w:pPr>
      <w:tabs>
        <w:tab w:val="right" w:leader="dot" w:pos="8630"/>
      </w:tabs>
      <w:spacing w:before="180" w:after="120"/>
    </w:pPr>
    <w:rPr>
      <w:rFonts w:ascii="Avenir LT Std 45 Book" w:hAnsi="Avenir LT Std 45 Book"/>
      <w:b/>
    </w:rPr>
  </w:style>
  <w:style w:type="paragraph" w:styleId="TOC2">
    <w:name w:val="toc 2"/>
    <w:basedOn w:val="Normal"/>
    <w:next w:val="Normal"/>
    <w:autoRedefine/>
    <w:uiPriority w:val="39"/>
    <w:unhideWhenUsed/>
    <w:rsid w:val="002F0588"/>
    <w:pPr>
      <w:tabs>
        <w:tab w:val="right" w:leader="dot" w:pos="8630"/>
      </w:tabs>
      <w:spacing w:after="60" w:line="276" w:lineRule="auto"/>
      <w:ind w:left="245"/>
    </w:pPr>
    <w:rPr>
      <w:rFonts w:ascii="Avenir LT Std 45 Book" w:hAnsi="Avenir LT Std 45 Book"/>
      <w:noProof/>
      <w:sz w:val="22"/>
    </w:rPr>
  </w:style>
  <w:style w:type="paragraph" w:styleId="TOC3">
    <w:name w:val="toc 3"/>
    <w:basedOn w:val="Normal"/>
    <w:next w:val="Normal"/>
    <w:autoRedefine/>
    <w:uiPriority w:val="39"/>
    <w:unhideWhenUsed/>
    <w:rsid w:val="002F0588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2F0588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1734E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HeaderFooter">
    <w:name w:val="Header &amp; Footer"/>
    <w:rsid w:val="0087571D"/>
    <w:pPr>
      <w:tabs>
        <w:tab w:val="right" w:pos="9360"/>
      </w:tabs>
      <w:ind w:right="360"/>
    </w:pPr>
    <w:rPr>
      <w:rFonts w:ascii="Avenir LT Std 35 Light" w:eastAsia="ヒラギノ角ゴ Pro W3" w:hAnsi="Avenir LT Std 35 Light" w:cs="Times New Roman"/>
      <w:b/>
      <w:color w:val="365F91" w:themeColor="accent1" w:themeShade="BF"/>
      <w:sz w:val="20"/>
      <w:szCs w:val="20"/>
    </w:rPr>
  </w:style>
  <w:style w:type="paragraph" w:customStyle="1" w:styleId="Body">
    <w:name w:val="Body"/>
    <w:aliases w:val="t"/>
    <w:link w:val="BodyChar1"/>
    <w:rsid w:val="00A24B0D"/>
    <w:pPr>
      <w:spacing w:after="120" w:line="280" w:lineRule="atLeast"/>
      <w:ind w:left="720"/>
    </w:pPr>
    <w:rPr>
      <w:rFonts w:ascii="Arial" w:eastAsia="ヒラギノ角ゴ Pro W3" w:hAnsi="Arial" w:cs="Times New Roman"/>
      <w:color w:val="000000"/>
      <w:sz w:val="20"/>
    </w:rPr>
  </w:style>
  <w:style w:type="paragraph" w:styleId="Footer">
    <w:name w:val="footer"/>
    <w:basedOn w:val="Normal"/>
    <w:link w:val="FooterChar"/>
    <w:rsid w:val="00A24B0D"/>
    <w:pPr>
      <w:tabs>
        <w:tab w:val="center" w:pos="4320"/>
        <w:tab w:val="right" w:pos="8640"/>
      </w:tabs>
      <w:spacing w:line="300" w:lineRule="atLeast"/>
    </w:pPr>
    <w:rPr>
      <w:rFonts w:ascii="Helvetica" w:eastAsia="ヒラギノ角ゴ Pro W3" w:hAnsi="Helvetica" w:cs="Times New Roman"/>
      <w:color w:val="000000"/>
      <w:sz w:val="20"/>
    </w:rPr>
  </w:style>
  <w:style w:type="character" w:customStyle="1" w:styleId="FooterChar">
    <w:name w:val="Footer Char"/>
    <w:basedOn w:val="DefaultParagraphFont"/>
    <w:link w:val="Footer"/>
    <w:rsid w:val="00A24B0D"/>
    <w:rPr>
      <w:rFonts w:ascii="Helvetica" w:eastAsia="ヒラギノ角ゴ Pro W3" w:hAnsi="Helvetica" w:cs="Times New Roman"/>
      <w:color w:val="000000"/>
      <w:sz w:val="20"/>
    </w:rPr>
  </w:style>
  <w:style w:type="character" w:styleId="PageNumber">
    <w:name w:val="page number"/>
    <w:basedOn w:val="DefaultParagraphFont"/>
    <w:rsid w:val="00A24B0D"/>
  </w:style>
  <w:style w:type="paragraph" w:customStyle="1" w:styleId="ListBullet1">
    <w:name w:val="List Bullet1"/>
    <w:basedOn w:val="Body"/>
    <w:qFormat/>
    <w:rsid w:val="00A24B0D"/>
    <w:pPr>
      <w:numPr>
        <w:numId w:val="17"/>
      </w:numPr>
    </w:pPr>
  </w:style>
  <w:style w:type="paragraph" w:styleId="Header">
    <w:name w:val="header"/>
    <w:basedOn w:val="Normal"/>
    <w:link w:val="HeaderChar"/>
    <w:rsid w:val="009078E4"/>
    <w:pPr>
      <w:tabs>
        <w:tab w:val="center" w:pos="4320"/>
        <w:tab w:val="right" w:pos="8640"/>
      </w:tabs>
    </w:pPr>
    <w:rPr>
      <w:rFonts w:ascii="Avenir LT Std 95 Black" w:eastAsia="Cambria" w:hAnsi="Avenir LT Std 95 Black" w:cs="Times New Roman"/>
      <w:sz w:val="18"/>
      <w:szCs w:val="20"/>
    </w:rPr>
  </w:style>
  <w:style w:type="character" w:customStyle="1" w:styleId="HeaderChar">
    <w:name w:val="Header Char"/>
    <w:basedOn w:val="DefaultParagraphFont"/>
    <w:link w:val="Header"/>
    <w:rsid w:val="009078E4"/>
    <w:rPr>
      <w:rFonts w:ascii="Avenir LT Std 95 Black" w:eastAsia="Cambria" w:hAnsi="Avenir LT Std 95 Black" w:cs="Times New Roman"/>
      <w:sz w:val="1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D51F8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F073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5559E"/>
    <w:rPr>
      <w:color w:val="800080" w:themeColor="followedHyperlink"/>
      <w:u w:val="single"/>
    </w:rPr>
  </w:style>
  <w:style w:type="character" w:customStyle="1" w:styleId="BodyChar1">
    <w:name w:val="Body Char1"/>
    <w:aliases w:val="t Char1"/>
    <w:link w:val="Body"/>
    <w:rsid w:val="004E4191"/>
    <w:rPr>
      <w:rFonts w:ascii="Arial" w:eastAsia="ヒラギノ角ゴ Pro W3" w:hAnsi="Arial" w:cs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dana:Library:Mail%20Downloads:UCL-Report-Aveni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HD:Users:dana:Library:Mail Downloads:UCL-Report-Avenir.dotx</Template>
  <TotalTime>4</TotalTime>
  <Pages>1</Pages>
  <Words>284</Words>
  <Characters>1620</Characters>
  <Application>Microsoft Macintosh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Chisnell</dc:creator>
  <cp:keywords/>
  <dc:description/>
  <cp:lastModifiedBy>Whitney Quesenbery</cp:lastModifiedBy>
  <cp:revision>3</cp:revision>
  <cp:lastPrinted>2014-07-01T16:51:00Z</cp:lastPrinted>
  <dcterms:created xsi:type="dcterms:W3CDTF">2017-04-26T00:04:00Z</dcterms:created>
  <dcterms:modified xsi:type="dcterms:W3CDTF">2017-04-26T00:05:00Z</dcterms:modified>
</cp:coreProperties>
</file>